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24014">
              <w:rPr>
                <w:noProof/>
              </w:rPr>
              <w:t>RMK TAIMLA- JA SEEMNEMAJANDUSOSAKONNA JUHATAJA</w:t>
            </w:r>
            <w:r>
              <w:fldChar w:fldCharType="end"/>
            </w:r>
          </w:p>
          <w:p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066F35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66F35">
              <w:rPr>
                <w:noProof/>
              </w:rPr>
              <w:t>Tartu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330D03" w:rsidP="00B24014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24014">
              <w:t>14</w:t>
            </w:r>
            <w:r w:rsidR="00066F35">
              <w:rPr>
                <w:noProof/>
              </w:rPr>
              <w:t>.</w:t>
            </w:r>
            <w:r w:rsidR="004A029A">
              <w:rPr>
                <w:noProof/>
              </w:rPr>
              <w:t xml:space="preserve"> </w:t>
            </w:r>
            <w:r w:rsidR="00BE228C">
              <w:rPr>
                <w:noProof/>
              </w:rPr>
              <w:t>juu</w:t>
            </w:r>
            <w:r w:rsidR="00B24014">
              <w:rPr>
                <w:noProof/>
              </w:rPr>
              <w:t>l</w:t>
            </w:r>
            <w:r w:rsidR="00BE228C">
              <w:rPr>
                <w:noProof/>
              </w:rPr>
              <w:t>i</w:t>
            </w:r>
            <w:r w:rsidR="00066F35">
              <w:rPr>
                <w:noProof/>
              </w:rPr>
              <w:t xml:space="preserve"> 201</w:t>
            </w:r>
            <w:r w:rsidR="00BE228C">
              <w:rPr>
                <w:noProof/>
              </w:rPr>
              <w:t>6</w:t>
            </w:r>
            <w:r w:rsidR="00066F35">
              <w:rPr>
                <w:noProof/>
              </w:rPr>
              <w:t xml:space="preserve"> a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66F35">
              <w:rPr>
                <w:noProof/>
              </w:rPr>
              <w:t>2</w:t>
            </w:r>
            <w:r w:rsidR="004A029A">
              <w:rPr>
                <w:noProof/>
              </w:rPr>
              <w:t>-</w:t>
            </w:r>
            <w:r w:rsidR="00066F35">
              <w:rPr>
                <w:noProof/>
              </w:rPr>
              <w:t>6</w:t>
            </w:r>
            <w:r w:rsidR="004A029A">
              <w:rPr>
                <w:noProof/>
              </w:rPr>
              <w:t>/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066F35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Jalus"/>
      </w:pPr>
    </w:p>
    <w:bookmarkStart w:id="1" w:name="Text7"/>
    <w:p w:rsidR="00F158E9" w:rsidRDefault="00D638ED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B24014">
        <w:t>Lapse</w:t>
      </w:r>
      <w:r w:rsidR="00066F35">
        <w:rPr>
          <w:noProof/>
        </w:rPr>
        <w:t>puhkusele lubamine</w:t>
      </w:r>
      <w:r>
        <w:fldChar w:fldCharType="end"/>
      </w:r>
      <w:bookmarkEnd w:id="1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B0799C" w:rsidRDefault="00066F35" w:rsidP="00B0799C">
      <w:r>
        <w:lastRenderedPageBreak/>
        <w:t>Lubada RMK taimla- ja seemnem</w:t>
      </w:r>
      <w:r w:rsidR="00E35AE3">
        <w:t xml:space="preserve">ajandusosakonna </w:t>
      </w:r>
      <w:r w:rsidR="004A029A">
        <w:t xml:space="preserve">Tartu puukooli </w:t>
      </w:r>
      <w:r w:rsidR="00B24014">
        <w:t>taimekasvatusspet</w:t>
      </w:r>
      <w:r w:rsidR="002F4771">
        <w:t>s</w:t>
      </w:r>
      <w:r w:rsidR="00B24014">
        <w:t>ialist</w:t>
      </w:r>
    </w:p>
    <w:p w:rsidR="0063022C" w:rsidRPr="0063022C" w:rsidRDefault="00B24014" w:rsidP="0063022C">
      <w:proofErr w:type="spellStart"/>
      <w:r>
        <w:t>Elika</w:t>
      </w:r>
      <w:proofErr w:type="spellEnd"/>
      <w:r>
        <w:t xml:space="preserve"> Viira</w:t>
      </w:r>
      <w:r w:rsidR="0063022C" w:rsidRPr="0063022C">
        <w:t xml:space="preserve"> </w:t>
      </w:r>
      <w:r>
        <w:t xml:space="preserve">täiendavale lapsepuhkusele </w:t>
      </w:r>
      <w:r w:rsidR="002F4771">
        <w:t>6</w:t>
      </w:r>
      <w:r w:rsidR="002F4771">
        <w:t xml:space="preserve"> tööpäevaks </w:t>
      </w:r>
      <w:r>
        <w:t>alates 18</w:t>
      </w:r>
      <w:r w:rsidR="00BC6E88">
        <w:t>.0</w:t>
      </w:r>
      <w:r>
        <w:t>7</w:t>
      </w:r>
      <w:r w:rsidR="00BC6E88">
        <w:t>.2016</w:t>
      </w:r>
      <w:r w:rsidR="0063022C" w:rsidRPr="0063022C">
        <w:t xml:space="preserve"> kuni </w:t>
      </w:r>
      <w:r>
        <w:t>25.07</w:t>
      </w:r>
      <w:r w:rsidR="00BC6E88">
        <w:t>.2016</w:t>
      </w:r>
      <w:r w:rsidR="0063022C" w:rsidRPr="0063022C">
        <w:t xml:space="preserve"> a. </w:t>
      </w:r>
    </w:p>
    <w:p w:rsidR="0063022C" w:rsidRPr="0063022C" w:rsidRDefault="0063022C" w:rsidP="0063022C"/>
    <w:p w:rsidR="0063022C" w:rsidRPr="0063022C" w:rsidRDefault="0063022C" w:rsidP="0063022C"/>
    <w:p w:rsidR="0063022C" w:rsidRPr="0063022C" w:rsidRDefault="0063022C" w:rsidP="0063022C"/>
    <w:p w:rsidR="0063022C" w:rsidRPr="0063022C" w:rsidRDefault="0063022C" w:rsidP="0063022C">
      <w:pPr>
        <w:sectPr w:rsidR="0063022C" w:rsidRPr="0063022C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 w:rsidRPr="0063022C">
        <w:t xml:space="preserve">Alus: </w:t>
      </w:r>
      <w:proofErr w:type="spellStart"/>
      <w:r w:rsidR="00B24014">
        <w:t>Elika</w:t>
      </w:r>
      <w:proofErr w:type="spellEnd"/>
      <w:r w:rsidR="00B24014">
        <w:t xml:space="preserve"> Viira</w:t>
      </w:r>
      <w:r w:rsidR="00B24014" w:rsidRPr="0063022C">
        <w:t xml:space="preserve"> </w:t>
      </w:r>
      <w:r w:rsidRPr="0063022C">
        <w:t>puhkuse avaldus</w:t>
      </w:r>
      <w:bookmarkStart w:id="2" w:name="_GoBack"/>
      <w:bookmarkEnd w:id="2"/>
    </w:p>
    <w:p w:rsidR="00B0799C" w:rsidRDefault="00B0799C" w:rsidP="00B0799C">
      <w:pPr>
        <w:sectPr w:rsidR="00B0799C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066F35" w:rsidRDefault="00066F35" w:rsidP="00B0799C">
      <w:pPr>
        <w:sectPr w:rsidR="00066F35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066F35" w:rsidRDefault="00066F35">
      <w:pPr>
        <w:sectPr w:rsidR="00066F35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3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CD622F">
        <w:rPr>
          <w:spacing w:val="0"/>
          <w:position w:val="0"/>
        </w:rPr>
      </w:r>
      <w:r w:rsidR="00CD622F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066F35">
        <w:rPr>
          <w:noProof/>
        </w:rPr>
        <w:t>Esko Krinal</w:t>
      </w:r>
      <w:r>
        <w:fldChar w:fldCharType="end"/>
      </w:r>
    </w:p>
    <w:p w:rsidR="00066F35" w:rsidRDefault="00D638ED">
      <w:pPr>
        <w:rPr>
          <w:noProof/>
        </w:rPr>
      </w:pPr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066F35">
        <w:rPr>
          <w:noProof/>
        </w:rPr>
        <w:t>RMK taimla- ja seemnemajandusosakonna juhataja</w:t>
      </w:r>
    </w:p>
    <w:p w:rsidR="00F158E9" w:rsidRDefault="00D638ED">
      <w:r>
        <w:fldChar w:fldCharType="end"/>
      </w:r>
    </w:p>
    <w:p w:rsidR="00F158E9" w:rsidRDefault="00F158E9"/>
    <w:p w:rsidR="00F158E9" w:rsidRDefault="00F158E9"/>
    <w:p w:rsidR="00F158E9" w:rsidRDefault="00F158E9"/>
    <w:bookmarkStart w:id="4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066F35">
        <w:rPr>
          <w:noProof/>
        </w:rPr>
        <w:t>Jaotuskava: raamatupidaja, personalispetsialist, töötaja</w:t>
      </w:r>
      <w:r>
        <w:fldChar w:fldCharType="end"/>
      </w:r>
      <w:bookmarkEnd w:id="4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22F" w:rsidRDefault="00CD622F">
      <w:r>
        <w:separator/>
      </w:r>
    </w:p>
  </w:endnote>
  <w:endnote w:type="continuationSeparator" w:id="0">
    <w:p w:rsidR="00CD622F" w:rsidRDefault="00CD6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22F" w:rsidRDefault="00CD622F">
      <w:r>
        <w:separator/>
      </w:r>
    </w:p>
  </w:footnote>
  <w:footnote w:type="continuationSeparator" w:id="0">
    <w:p w:rsidR="00CD622F" w:rsidRDefault="00CD6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a3Xk7Isue8eVeX4WeRK6+9j2k8=" w:salt="iPkBsSWKM1UmUG2w0Ly9+Q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35"/>
    <w:rsid w:val="00050907"/>
    <w:rsid w:val="00066F35"/>
    <w:rsid w:val="000C2B93"/>
    <w:rsid w:val="001557EE"/>
    <w:rsid w:val="001D298C"/>
    <w:rsid w:val="002362C7"/>
    <w:rsid w:val="002F4771"/>
    <w:rsid w:val="002F6257"/>
    <w:rsid w:val="00330D03"/>
    <w:rsid w:val="003968FA"/>
    <w:rsid w:val="004321D2"/>
    <w:rsid w:val="004A029A"/>
    <w:rsid w:val="005B39CA"/>
    <w:rsid w:val="006011F0"/>
    <w:rsid w:val="0063022C"/>
    <w:rsid w:val="00653609"/>
    <w:rsid w:val="00754B11"/>
    <w:rsid w:val="007A610A"/>
    <w:rsid w:val="00857B94"/>
    <w:rsid w:val="0096010B"/>
    <w:rsid w:val="00A4299F"/>
    <w:rsid w:val="00A53EDC"/>
    <w:rsid w:val="00B0799C"/>
    <w:rsid w:val="00B23E37"/>
    <w:rsid w:val="00B24014"/>
    <w:rsid w:val="00BC6E88"/>
    <w:rsid w:val="00BE0C6C"/>
    <w:rsid w:val="00BE228C"/>
    <w:rsid w:val="00C50E90"/>
    <w:rsid w:val="00C545EA"/>
    <w:rsid w:val="00CB0BC3"/>
    <w:rsid w:val="00CC2CA6"/>
    <w:rsid w:val="00CD622F"/>
    <w:rsid w:val="00CF3028"/>
    <w:rsid w:val="00D15A47"/>
    <w:rsid w:val="00D638ED"/>
    <w:rsid w:val="00D6747A"/>
    <w:rsid w:val="00DA5B0B"/>
    <w:rsid w:val="00E35AE3"/>
    <w:rsid w:val="00F158E9"/>
    <w:rsid w:val="00FA5FE6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65360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65360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65360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65360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kok\AppData\Local\Microsoft\Windows\Temporary%20Internet%20Files\Content.IE5\N218Z650\k&#228;skkiri%20logoga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1</TotalTime>
  <Pages>1</Pages>
  <Words>96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DF Ltd., Parnu mnt 154, 11317 Tallinn, Estonia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RMK</cp:lastModifiedBy>
  <cp:revision>4</cp:revision>
  <cp:lastPrinted>2015-12-28T09:14:00Z</cp:lastPrinted>
  <dcterms:created xsi:type="dcterms:W3CDTF">2016-07-14T09:36:00Z</dcterms:created>
  <dcterms:modified xsi:type="dcterms:W3CDTF">2016-07-14T09:37:00Z</dcterms:modified>
</cp:coreProperties>
</file>